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4C02B463"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00A30F2F">
        <w:rPr>
          <w:rFonts w:asciiTheme="minorHAnsi" w:hAnsiTheme="minorHAnsi" w:cstheme="minorHAnsi"/>
          <w:b/>
          <w:lang w:val="en-GB"/>
        </w:rPr>
        <w:t xml:space="preserve"> 27-SS004-25</w:t>
      </w:r>
      <w:r w:rsidRPr="0078228F">
        <w:rPr>
          <w:rFonts w:asciiTheme="minorHAnsi" w:hAnsiTheme="minorHAnsi" w:cstheme="minorHAnsi"/>
          <w:lang w:val="en-GB"/>
        </w:rPr>
        <w:tab/>
      </w:r>
      <w:bookmarkEnd w:id="0"/>
      <w:bookmarkEnd w:id="1"/>
      <w:bookmarkEnd w:id="2"/>
      <w:bookmarkEnd w:id="3"/>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4"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5" w:name="_Toc44938757"/>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EB3125" w:rsidRPr="00B451CF">
        <w:rPr>
          <w:rFonts w:cs="Calibri"/>
          <w:sz w:val="32"/>
          <w:szCs w:val="32"/>
        </w:rPr>
        <w:t>Quotation</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3FCEC84B"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 xml:space="preserve">The </w:t>
      </w:r>
      <w:r w:rsidR="00A30F2F" w:rsidRPr="00A30F2F">
        <w:rPr>
          <w:rFonts w:ascii="Calibri" w:hAnsi="Calibri" w:cs="Calibri"/>
          <w:b/>
          <w:bCs/>
          <w:lang w:val="en-GB"/>
        </w:rPr>
        <w:t>Ministry of Infrastructure and Sustainable Energy</w:t>
      </w:r>
      <w:r w:rsidR="00A30F2F">
        <w:rPr>
          <w:rFonts w:ascii="Calibri" w:hAnsi="Calibri" w:cs="Calibri"/>
          <w:lang w:val="en-GB"/>
        </w:rPr>
        <w:t xml:space="preserve"> </w:t>
      </w:r>
      <w:r w:rsidRPr="00B451CF">
        <w:rPr>
          <w:rFonts w:ascii="Calibri" w:hAnsi="Calibri" w:cs="Calibri"/>
          <w:lang w:val="en-GB"/>
        </w:rPr>
        <w:t xml:space="preserve">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7" w:name="_Hlk26447330"/>
      <w:r w:rsidR="00D17290" w:rsidRPr="00D17290">
        <w:rPr>
          <w:rFonts w:ascii="Calibri" w:hAnsi="Calibri" w:cs="Calibri"/>
          <w:lang w:val="en-GB"/>
        </w:rPr>
        <w:t xml:space="preserve">The language of </w:t>
      </w:r>
      <w:bookmarkEnd w:id="7"/>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8" w:name="_Hlk26447355"/>
      <w:r w:rsidR="00D17290">
        <w:rPr>
          <w:rFonts w:ascii="Calibri" w:hAnsi="Calibri" w:cs="Calibri"/>
          <w:lang w:val="en-GB"/>
        </w:rPr>
        <w:t>conditions</w:t>
      </w:r>
      <w:bookmarkEnd w:id="8"/>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9"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9"/>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0" w:name="_Toc44938759"/>
      <w:r w:rsidRPr="00B451CF">
        <w:rPr>
          <w:rFonts w:cs="Calibri"/>
          <w:sz w:val="24"/>
          <w:lang w:val="en-GB"/>
        </w:rPr>
        <w:t>Official email address</w:t>
      </w:r>
      <w:bookmarkEnd w:id="10"/>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1" w:name="_Hlk26447585"/>
      <w:r w:rsidR="00FE6116" w:rsidRPr="0078228F">
        <w:rPr>
          <w:rFonts w:ascii="Calibri" w:eastAsia="Times New Roman" w:hAnsi="Calibri" w:cs="Calibri"/>
          <w:lang w:val="en-GB"/>
        </w:rPr>
        <w:t xml:space="preserve">staff of the </w:t>
      </w:r>
      <w:bookmarkEnd w:id="11"/>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2" w:name="_Toc44938760"/>
      <w:r w:rsidRPr="00B451CF">
        <w:rPr>
          <w:rFonts w:cs="Calibri"/>
          <w:sz w:val="24"/>
          <w:lang w:val="en-GB"/>
        </w:rPr>
        <w:lastRenderedPageBreak/>
        <w:t>Mandatory requirements</w:t>
      </w:r>
      <w:bookmarkEnd w:id="12"/>
    </w:p>
    <w:p w14:paraId="045FE3B1" w14:textId="17FB71C2" w:rsidR="002C59E3" w:rsidRPr="00B451CF" w:rsidRDefault="009737E0" w:rsidP="008400ED">
      <w:pPr>
        <w:spacing w:before="120"/>
        <w:jc w:val="both"/>
        <w:rPr>
          <w:rFonts w:ascii="Calibri" w:hAnsi="Calibri" w:cs="Calibri"/>
          <w:lang w:val="en-GB"/>
        </w:rPr>
      </w:pPr>
      <w:bookmarkStart w:id="13"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3"/>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4"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4"/>
    </w:p>
    <w:p w14:paraId="1A6C3507" w14:textId="024CD903" w:rsidR="00D75827" w:rsidRPr="00B451CF" w:rsidRDefault="00E152A5"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5" w:name="_Hlk26447724"/>
      <w:r w:rsidR="00FE6116" w:rsidRPr="00FE6116">
        <w:rPr>
          <w:rFonts w:ascii="Calibri" w:eastAsia="Times New Roman" w:hAnsi="Calibri" w:cs="Calibri"/>
          <w:lang w:val="en-GB"/>
        </w:rPr>
        <w:t xml:space="preserve">Please, refer to the time schedule </w:t>
      </w:r>
      <w:bookmarkEnd w:id="15"/>
      <w:r w:rsidRPr="00B451CF">
        <w:rPr>
          <w:rFonts w:ascii="Calibri" w:eastAsia="Times New Roman" w:hAnsi="Calibri" w:cs="Calibri"/>
          <w:lang w:val="en-GB"/>
        </w:rPr>
        <w:t>for the due date for submission of questions.</w:t>
      </w:r>
    </w:p>
    <w:p w14:paraId="443AFD33" w14:textId="467172EC" w:rsidR="00DD5C4C" w:rsidRPr="00B451CF" w:rsidRDefault="00200B3C"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6"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6"/>
    </w:p>
    <w:p w14:paraId="5AFE3EF6" w14:textId="33EF82A0" w:rsidR="00D47D28" w:rsidRPr="00B451CF" w:rsidRDefault="00DD5C4C"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7" w:name="_Hlk9600481"/>
      <w:bookmarkStart w:id="18"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7"/>
      <w:bookmarkEnd w:id="18"/>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19"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0"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1" w:name="_Hlk26448032"/>
      <w:r w:rsidR="001575FE" w:rsidRPr="001575FE">
        <w:rPr>
          <w:rFonts w:ascii="Calibri" w:eastAsia="Times New Roman" w:hAnsi="Calibri" w:cs="Calibri"/>
          <w:b/>
          <w:lang w:val="en-GB"/>
        </w:rPr>
        <w:t xml:space="preserve">, – </w:t>
      </w:r>
      <w:bookmarkEnd w:id="21"/>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19"/>
      <w:r w:rsidR="001575FE" w:rsidRPr="0078228F">
        <w:rPr>
          <w:rFonts w:ascii="Calibri" w:eastAsia="Times New Roman" w:hAnsi="Calibri" w:cs="Calibri"/>
          <w:bCs/>
          <w:lang w:val="en-GB"/>
        </w:rPr>
        <w:t xml:space="preserve"> in addition to the above</w:t>
      </w:r>
      <w:bookmarkEnd w:id="20"/>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2" w:name="_Toc26439672"/>
      <w:bookmarkStart w:id="23" w:name="_Toc44938763"/>
      <w:bookmarkStart w:id="24" w:name="_Hlk26438311"/>
      <w:r>
        <w:rPr>
          <w:lang w:val="en-GB"/>
        </w:rPr>
        <w:t>Electronic submission</w:t>
      </w:r>
      <w:bookmarkEnd w:id="22"/>
      <w:bookmarkEnd w:id="23"/>
    </w:p>
    <w:bookmarkEnd w:id="24"/>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5" w:name="_Hlk26448194"/>
      <w:r w:rsidR="001575FE" w:rsidRPr="001575FE">
        <w:rPr>
          <w:rFonts w:ascii="Calibri" w:eastAsia="Times New Roman" w:hAnsi="Calibri" w:cs="Calibri"/>
          <w:lang w:val="en-GB"/>
        </w:rPr>
        <w:t>, with the same marking</w:t>
      </w:r>
      <w:bookmarkEnd w:id="25"/>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6" w:name="_Hlk26448228"/>
      <w:r w:rsidR="001575FE">
        <w:rPr>
          <w:rFonts w:cs="Calibri"/>
          <w:sz w:val="24"/>
          <w:szCs w:val="24"/>
          <w:lang w:val="en-GB"/>
        </w:rPr>
        <w:t xml:space="preserve">shall be </w:t>
      </w:r>
      <w:bookmarkEnd w:id="26"/>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7" w:name="_Toc26439673"/>
      <w:bookmarkStart w:id="28" w:name="_Toc44938764"/>
      <w:bookmarkStart w:id="29" w:name="_Hlk26438336"/>
      <w:r>
        <w:rPr>
          <w:lang w:val="en-GB"/>
        </w:rPr>
        <w:t>Other means of submission</w:t>
      </w:r>
      <w:bookmarkEnd w:id="27"/>
      <w:bookmarkEnd w:id="28"/>
    </w:p>
    <w:p w14:paraId="6C571DC6" w14:textId="1274D652" w:rsidR="00C95746"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For any other means of submission, i.e. delivery in hard copies, by mail, by hand or by courier, they shall be in closed and sealed envelopes or parcels, marked as </w:t>
      </w:r>
      <w:r w:rsidR="00EE03BA">
        <w:rPr>
          <w:rFonts w:ascii="Calibri" w:eastAsia="Times New Roman" w:hAnsi="Calibri" w:cs="Calibri"/>
          <w:lang w:val="en-GB"/>
        </w:rPr>
        <w:t>follows</w:t>
      </w:r>
      <w:r w:rsidRPr="0078228F">
        <w:rPr>
          <w:rFonts w:ascii="Calibri" w:eastAsia="Times New Roman" w:hAnsi="Calibri" w:cs="Calibri"/>
          <w:lang w:val="en-GB"/>
        </w:rPr>
        <w:t>.</w:t>
      </w:r>
    </w:p>
    <w:p w14:paraId="67583B5A" w14:textId="047837F2"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To: Secretary</w:t>
      </w:r>
      <w:r w:rsidR="006069EE">
        <w:rPr>
          <w:rFonts w:ascii="Calibri" w:eastAsia="Times New Roman" w:hAnsi="Calibri" w:cs="Calibri"/>
          <w:lang w:val="en-GB"/>
        </w:rPr>
        <w:t xml:space="preserve">, </w:t>
      </w:r>
      <w:r w:rsidRPr="00EE03BA">
        <w:rPr>
          <w:rFonts w:ascii="Calibri" w:eastAsia="Times New Roman" w:hAnsi="Calibri" w:cs="Calibri"/>
          <w:lang w:val="en-GB"/>
        </w:rPr>
        <w:t>Ministry of Finance &amp; Economic Development</w:t>
      </w:r>
    </w:p>
    <w:p w14:paraId="3EE9DFAF" w14:textId="130704AD"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      Bairiki, Tarawa</w:t>
      </w:r>
    </w:p>
    <w:p w14:paraId="3F38F381" w14:textId="06E2775B" w:rsidR="006069EE"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     Republic of Kiribati</w:t>
      </w:r>
      <w:r w:rsidR="006069EE">
        <w:rPr>
          <w:rFonts w:ascii="Calibri" w:eastAsia="Times New Roman" w:hAnsi="Calibri" w:cs="Calibri"/>
          <w:lang w:val="en-GB"/>
        </w:rPr>
        <w:t xml:space="preserve">. </w:t>
      </w:r>
    </w:p>
    <w:p w14:paraId="6E05760A"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Attention: Central Procurement Unit</w:t>
      </w:r>
    </w:p>
    <w:p w14:paraId="628E4E53" w14:textId="28271420"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Procurement number: </w:t>
      </w:r>
      <w:r w:rsidR="00C10005">
        <w:rPr>
          <w:rFonts w:ascii="Calibri" w:eastAsia="Times New Roman" w:hAnsi="Calibri" w:cs="Calibri"/>
          <w:lang w:val="en-GB"/>
        </w:rPr>
        <w:t>27-SS004-25</w:t>
      </w:r>
    </w:p>
    <w:p w14:paraId="177611F8" w14:textId="77777777" w:rsidR="00EE03BA" w:rsidRPr="0078228F" w:rsidRDefault="00EE03BA" w:rsidP="0078228F">
      <w:pPr>
        <w:spacing w:before="100" w:beforeAutospacing="1" w:after="100" w:afterAutospacing="1"/>
        <w:rPr>
          <w:rFonts w:ascii="Calibri" w:eastAsia="Times New Roman" w:hAnsi="Calibri" w:cs="Calibri"/>
          <w:lang w:val="en-GB"/>
        </w:rPr>
      </w:pP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0" w:name="_Toc44938765"/>
      <w:bookmarkEnd w:id="29"/>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0"/>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4CD6A809" w14:textId="77777777" w:rsidR="00EE03BA" w:rsidRDefault="00EE03BA" w:rsidP="00EE03BA">
      <w:pPr>
        <w:pStyle w:val="ListParagraph"/>
        <w:numPr>
          <w:ilvl w:val="0"/>
          <w:numId w:val="6"/>
        </w:numPr>
        <w:spacing w:before="120"/>
        <w:ind w:leftChars="0"/>
        <w:rPr>
          <w:rFonts w:cs="Calibri"/>
          <w:sz w:val="24"/>
          <w:szCs w:val="24"/>
          <w:lang w:val="en-GB"/>
        </w:rPr>
      </w:pPr>
      <w:r>
        <w:rPr>
          <w:rFonts w:cs="Calibri"/>
          <w:sz w:val="24"/>
          <w:szCs w:val="24"/>
          <w:lang w:val="en-GB"/>
        </w:rPr>
        <w:t xml:space="preserve">Qualification documents such as: </w:t>
      </w:r>
    </w:p>
    <w:p w14:paraId="61F939AF" w14:textId="77777777" w:rsidR="00EE03BA" w:rsidRPr="00EE03BA" w:rsidRDefault="00EE03BA" w:rsidP="003C2917">
      <w:pPr>
        <w:ind w:left="851" w:hanging="491"/>
        <w:rPr>
          <w:rFonts w:asciiTheme="minorHAnsi" w:hAnsiTheme="minorHAnsi" w:cstheme="minorHAnsi"/>
          <w:lang w:val="en-GB"/>
        </w:rPr>
      </w:pPr>
      <w:r w:rsidRPr="00EE03BA">
        <w:rPr>
          <w:rFonts w:asciiTheme="minorHAnsi" w:hAnsiTheme="minorHAnsi" w:cstheme="minorHAnsi"/>
          <w:lang w:val="en-GB"/>
        </w:rPr>
        <w:t>b(i) Certified business registration from MTCIC for local tenderers and a valid business registration for international tenderers</w:t>
      </w:r>
    </w:p>
    <w:p w14:paraId="3126D54D" w14:textId="77777777" w:rsidR="00EE03BA" w:rsidRPr="00EE03BA" w:rsidRDefault="00EE03BA" w:rsidP="003C2917">
      <w:pPr>
        <w:ind w:left="851" w:hanging="491"/>
        <w:rPr>
          <w:rFonts w:asciiTheme="minorHAnsi" w:hAnsiTheme="minorHAnsi" w:cstheme="minorHAnsi"/>
          <w:lang w:val="en-GB"/>
        </w:rPr>
      </w:pPr>
      <w:r w:rsidRPr="00EE03BA">
        <w:rPr>
          <w:rFonts w:asciiTheme="minorHAnsi" w:hAnsiTheme="minorHAnsi" w:cstheme="minorHAnsi"/>
          <w:lang w:val="en-GB"/>
        </w:rPr>
        <w:t>b(ii) Tax clearance letter from Tax Office. Those having tax debts should be having instalment agreement with the Tax Office</w:t>
      </w:r>
    </w:p>
    <w:p w14:paraId="4B7F92D8" w14:textId="4FB15331" w:rsidR="00EE03BA" w:rsidRPr="00EE03BA" w:rsidRDefault="00EE03BA" w:rsidP="00EE03BA">
      <w:pPr>
        <w:ind w:left="360"/>
        <w:rPr>
          <w:rFonts w:asciiTheme="minorHAnsi" w:hAnsiTheme="minorHAnsi" w:cstheme="minorHAnsi"/>
          <w:lang w:val="en-GB"/>
        </w:rPr>
      </w:pPr>
      <w:r w:rsidRPr="00EE03BA">
        <w:rPr>
          <w:rFonts w:asciiTheme="minorHAnsi" w:hAnsiTheme="minorHAnsi" w:cstheme="minorHAnsi"/>
          <w:lang w:val="en-GB"/>
        </w:rPr>
        <w:t>b(iii) Operational business license</w:t>
      </w:r>
    </w:p>
    <w:p w14:paraId="2A50D405" w14:textId="77777777" w:rsidR="00C95746" w:rsidRPr="00083C49"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1" w:name="_Hlk26438446"/>
      <w:r w:rsidR="00C95746">
        <w:rPr>
          <w:rFonts w:cs="Calibri"/>
          <w:sz w:val="24"/>
          <w:szCs w:val="24"/>
          <w:lang w:val="en-GB"/>
        </w:rPr>
        <w:t>, including a</w:t>
      </w:r>
      <w:r w:rsidR="00C95746" w:rsidRPr="000D785C">
        <w:rPr>
          <w:rFonts w:cs="Calibri"/>
          <w:sz w:val="24"/>
          <w:szCs w:val="24"/>
          <w:lang w:val="en-GB"/>
        </w:rPr>
        <w:t>nnual financial reports</w:t>
      </w:r>
      <w:bookmarkEnd w:id="31"/>
    </w:p>
    <w:p w14:paraId="4C4F7706" w14:textId="3A9854FE"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ence to which of a</w:t>
      </w:r>
      <w:r w:rsidR="00EE03BA">
        <w:rPr>
          <w:rFonts w:ascii="Calibri" w:eastAsia="Times New Roman" w:hAnsi="Calibri" w:cs="Calibri"/>
          <w:lang w:val="en-GB"/>
        </w:rPr>
        <w:t xml:space="preserve"> </w:t>
      </w:r>
      <w:proofErr w:type="spellStart"/>
      <w:r w:rsidR="00EE03BA">
        <w:rPr>
          <w:rFonts w:ascii="Calibri" w:eastAsia="Times New Roman" w:hAnsi="Calibri" w:cs="Calibri"/>
          <w:lang w:val="en-GB"/>
        </w:rPr>
        <w:t>to e</w:t>
      </w:r>
      <w:proofErr w:type="spellEnd"/>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lastRenderedPageBreak/>
        <w:t xml:space="preserve">All Quotations must indicate that they are valid for no less than forty-five (45) days from the </w:t>
      </w:r>
      <w:bookmarkStart w:id="32" w:name="_Hlk26438527"/>
      <w:r w:rsidR="00C95746" w:rsidRPr="00C95746">
        <w:rPr>
          <w:rFonts w:ascii="Calibri" w:hAnsi="Calibri" w:cs="Calibri"/>
          <w:lang w:val="en-GB"/>
        </w:rPr>
        <w:t>last day for submission of the</w:t>
      </w:r>
      <w:bookmarkEnd w:id="32"/>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3" w:name="_Hlk26448634"/>
      <w:r w:rsidR="000C5372" w:rsidRPr="000C5372">
        <w:rPr>
          <w:rFonts w:ascii="Calibri" w:hAnsi="Calibri" w:cs="Calibri"/>
          <w:lang w:val="en-GB"/>
        </w:rPr>
        <w:t>, and thereby be excluded from the evaluation</w:t>
      </w:r>
      <w:bookmarkEnd w:id="33"/>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4"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4"/>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5" w:name="_Toc26369672"/>
      <w:bookmarkStart w:id="36" w:name="_Toc26439678"/>
      <w:bookmarkStart w:id="37" w:name="_Toc44938767"/>
      <w:bookmarkStart w:id="38" w:name="_Hlk26449308"/>
      <w:r>
        <w:rPr>
          <w:rFonts w:cs="Calibri"/>
          <w:sz w:val="24"/>
          <w:lang w:val="en-GB"/>
        </w:rPr>
        <w:t>Certificate of Compliance Form</w:t>
      </w:r>
      <w:bookmarkEnd w:id="35"/>
      <w:bookmarkEnd w:id="36"/>
      <w:bookmarkEnd w:id="37"/>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39" w:name="_Toc44938768"/>
      <w:bookmarkEnd w:id="38"/>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39"/>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0"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1" w:name="_Ref9605311"/>
      <w:r w:rsidRPr="000C5372">
        <w:rPr>
          <w:rFonts w:ascii="Calibri" w:eastAsia="Times New Roman" w:hAnsi="Calibri" w:cs="Calibri"/>
        </w:rPr>
        <w:t>Tenderer’s references</w:t>
      </w:r>
      <w:bookmarkEnd w:id="41"/>
    </w:p>
    <w:bookmarkEnd w:id="40"/>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2"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2"/>
    </w:p>
    <w:p w14:paraId="171D7F99" w14:textId="56F90B2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22D96"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w:t>
      </w:r>
      <w:r w:rsidR="00F22D96" w:rsidRPr="00B451CF">
        <w:rPr>
          <w:rFonts w:ascii="Calibri" w:eastAsia="Times New Roman" w:hAnsi="Calibri" w:cs="Calibri"/>
          <w:lang w:val="en-GB"/>
        </w:rPr>
        <w:t>consider</w:t>
      </w:r>
      <w:r w:rsidRPr="00B451CF">
        <w:rPr>
          <w:rFonts w:ascii="Calibri" w:eastAsia="Times New Roman" w:hAnsi="Calibri" w:cs="Calibri"/>
          <w:lang w:val="en-GB"/>
        </w:rPr>
        <w:t xml:space="preserve">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3" w:name="_Toc26369677"/>
      <w:bookmarkStart w:id="44" w:name="_Toc26439681"/>
      <w:bookmarkStart w:id="45" w:name="_Toc44938770"/>
      <w:bookmarkStart w:id="46" w:name="_Hlk26450290"/>
      <w:r w:rsidRPr="007F3777">
        <w:rPr>
          <w:rFonts w:cs="Calibri"/>
          <w:sz w:val="28"/>
          <w:szCs w:val="28"/>
          <w:lang w:eastAsia="ko-KR"/>
        </w:rPr>
        <w:t>Contract Award</w:t>
      </w:r>
      <w:bookmarkEnd w:id="43"/>
      <w:bookmarkEnd w:id="44"/>
      <w:bookmarkEnd w:id="45"/>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7" w:name="_Toc26439682"/>
      <w:bookmarkStart w:id="48" w:name="_Toc26369678"/>
      <w:bookmarkStart w:id="49" w:name="_Toc26439683"/>
      <w:bookmarkStart w:id="50" w:name="_Toc44938771"/>
      <w:bookmarkEnd w:id="47"/>
      <w:r>
        <w:rPr>
          <w:rFonts w:cs="Calibri"/>
          <w:sz w:val="28"/>
          <w:szCs w:val="28"/>
          <w:lang w:eastAsia="ko-KR"/>
        </w:rPr>
        <w:t>Complaints</w:t>
      </w:r>
      <w:bookmarkEnd w:id="48"/>
      <w:bookmarkEnd w:id="49"/>
      <w:bookmarkEnd w:id="50"/>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1" w:name="_Toc26369679"/>
      <w:bookmarkStart w:id="52" w:name="_Toc26439684"/>
      <w:bookmarkStart w:id="53" w:name="_Toc44938772"/>
      <w:r w:rsidRPr="000E0ABD">
        <w:rPr>
          <w:rFonts w:cs="Calibri"/>
          <w:sz w:val="28"/>
          <w:szCs w:val="28"/>
          <w:lang w:eastAsia="ko-KR"/>
        </w:rPr>
        <w:t>Contract finalisation</w:t>
      </w:r>
      <w:bookmarkEnd w:id="51"/>
      <w:bookmarkEnd w:id="52"/>
      <w:bookmarkEnd w:id="53"/>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6"/>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D5062" w14:textId="77777777" w:rsidR="007E67C9" w:rsidRDefault="007E67C9">
      <w:r>
        <w:separator/>
      </w:r>
    </w:p>
  </w:endnote>
  <w:endnote w:type="continuationSeparator" w:id="0">
    <w:p w14:paraId="6640430B" w14:textId="77777777" w:rsidR="007E67C9" w:rsidRDefault="007E67C9">
      <w:r>
        <w:continuationSeparator/>
      </w:r>
    </w:p>
  </w:endnote>
  <w:endnote w:type="continuationNotice" w:id="1">
    <w:p w14:paraId="4D843DEC" w14:textId="77777777" w:rsidR="007E67C9" w:rsidRDefault="007E67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D30FC" w:rsidRPr="00DD30FC">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D30FC" w:rsidRPr="00DD30FC">
      <w:rPr>
        <w:noProof/>
        <w:color w:val="17365D" w:themeColor="text2" w:themeShade="BF"/>
        <w:lang w:val="sv-SE"/>
      </w:rPr>
      <w:t>7</w:t>
    </w:r>
    <w:r>
      <w:rPr>
        <w:color w:val="17365D" w:themeColor="text2" w:themeShade="BF"/>
      </w:rPr>
      <w:fldChar w:fldCharType="end"/>
    </w:r>
  </w:p>
  <w:p w14:paraId="213B5D63" w14:textId="07AE925A" w:rsidR="00133D55" w:rsidRDefault="00133D55" w:rsidP="004878F3">
    <w:pPr>
      <w:pStyle w:val="Footer"/>
    </w:pPr>
    <w:r>
      <w:fldChar w:fldCharType="begin"/>
    </w:r>
    <w:r>
      <w:instrText xml:space="preserve"> DATE \@ "yyyy-MM-dd" </w:instrText>
    </w:r>
    <w:r>
      <w:fldChar w:fldCharType="separate"/>
    </w:r>
    <w:r w:rsidR="006069EE">
      <w:rPr>
        <w:noProof/>
      </w:rPr>
      <w:t>2025-02-11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5CF957" w14:textId="77777777" w:rsidR="007E67C9" w:rsidRDefault="007E67C9">
      <w:r>
        <w:separator/>
      </w:r>
    </w:p>
  </w:footnote>
  <w:footnote w:type="continuationSeparator" w:id="0">
    <w:p w14:paraId="75CC4AE8" w14:textId="77777777" w:rsidR="007E67C9" w:rsidRDefault="007E67C9">
      <w:r>
        <w:continuationSeparator/>
      </w:r>
    </w:p>
  </w:footnote>
  <w:footnote w:type="continuationNotice" w:id="1">
    <w:p w14:paraId="19ECFC77" w14:textId="77777777" w:rsidR="007E67C9" w:rsidRDefault="007E67C9"/>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3A768F23"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3545635">
    <w:abstractNumId w:val="1"/>
  </w:num>
  <w:num w:numId="2" w16cid:durableId="1210532115">
    <w:abstractNumId w:val="9"/>
  </w:num>
  <w:num w:numId="3" w16cid:durableId="203176367">
    <w:abstractNumId w:val="10"/>
  </w:num>
  <w:num w:numId="4" w16cid:durableId="655763082">
    <w:abstractNumId w:val="4"/>
  </w:num>
  <w:num w:numId="5" w16cid:durableId="880438938">
    <w:abstractNumId w:val="3"/>
  </w:num>
  <w:num w:numId="6" w16cid:durableId="1924947529">
    <w:abstractNumId w:val="6"/>
  </w:num>
  <w:num w:numId="7" w16cid:durableId="327445090">
    <w:abstractNumId w:val="5"/>
  </w:num>
  <w:num w:numId="8" w16cid:durableId="298808170">
    <w:abstractNumId w:val="8"/>
  </w:num>
  <w:num w:numId="9" w16cid:durableId="1816410546">
    <w:abstractNumId w:val="0"/>
  </w:num>
  <w:num w:numId="10" w16cid:durableId="1109932302">
    <w:abstractNumId w:val="7"/>
  </w:num>
  <w:num w:numId="11" w16cid:durableId="985940535">
    <w:abstractNumId w:val="2"/>
  </w:num>
  <w:num w:numId="12" w16cid:durableId="6290164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5CE9"/>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4E5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1AAA"/>
    <w:rsid w:val="003B4392"/>
    <w:rsid w:val="003B46A0"/>
    <w:rsid w:val="003B4DD1"/>
    <w:rsid w:val="003B4ECE"/>
    <w:rsid w:val="003B5AF9"/>
    <w:rsid w:val="003B5ECE"/>
    <w:rsid w:val="003C0955"/>
    <w:rsid w:val="003C0A7D"/>
    <w:rsid w:val="003C1F1F"/>
    <w:rsid w:val="003C2917"/>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69EE"/>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282"/>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596C"/>
    <w:rsid w:val="007D65EB"/>
    <w:rsid w:val="007D66DF"/>
    <w:rsid w:val="007D7AF7"/>
    <w:rsid w:val="007E0244"/>
    <w:rsid w:val="007E0FBE"/>
    <w:rsid w:val="007E2C32"/>
    <w:rsid w:val="007E3D18"/>
    <w:rsid w:val="007E4289"/>
    <w:rsid w:val="007E4A56"/>
    <w:rsid w:val="007E55B3"/>
    <w:rsid w:val="007E675A"/>
    <w:rsid w:val="007E67C9"/>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0F2F"/>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20C"/>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1917"/>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0005"/>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27FB"/>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3BA"/>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D96"/>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273681190">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32098051">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493981562">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48515263">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BA9EE8B0-CAF0-49E7-B97C-505876A45096}">
  <ds:schemaRefs>
    <ds:schemaRef ds:uri="http://schemas.openxmlformats.org/officeDocument/2006/bibliography"/>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19</TotalTime>
  <Pages>7</Pages>
  <Words>1946</Words>
  <Characters>10709</Characters>
  <Application>Microsoft Office Word</Application>
  <DocSecurity>0</DocSecurity>
  <Lines>198</Lines>
  <Paragraphs>109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12546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8</cp:revision>
  <cp:lastPrinted>2019-05-23T01:49:00Z</cp:lastPrinted>
  <dcterms:created xsi:type="dcterms:W3CDTF">2020-07-06T12:39:00Z</dcterms:created>
  <dcterms:modified xsi:type="dcterms:W3CDTF">2025-02-10T23:30:00Z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655b1eb81db84ed803500745b394af3b26ec8cc95bee2f2c54b23c54bfe1b84e</vt:lpwstr>
  </property>
</Properties>
</file>